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6C25">
        <w:rPr>
          <w:rFonts w:ascii="Corbel" w:hAnsi="Corbel"/>
          <w:bCs/>
          <w:i/>
          <w:sz w:val="24"/>
          <w:szCs w:val="24"/>
        </w:rPr>
        <w:t>1.5</w:t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6C25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696C25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696C25">
        <w:rPr>
          <w:rFonts w:ascii="Corbel" w:hAnsi="Corbel"/>
          <w:bCs/>
          <w:i/>
          <w:sz w:val="24"/>
          <w:szCs w:val="24"/>
        </w:rPr>
        <w:t xml:space="preserve"> </w:t>
      </w:r>
      <w:r w:rsidRPr="00696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96C25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06FB737" w:rsidR="0085747A" w:rsidRPr="00696C25" w:rsidRDefault="0071620A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BD0798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6852240A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BD0798">
        <w:rPr>
          <w:rFonts w:ascii="Corbel" w:hAnsi="Corbel"/>
          <w:sz w:val="24"/>
          <w:szCs w:val="24"/>
        </w:rPr>
        <w:t>3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BD0798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73285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  <w:bookmarkStart w:id="0" w:name="_GoBack"/>
            <w:bookmarkEnd w:id="0"/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FA38A44" w:rsidR="0085747A" w:rsidRPr="00696C25" w:rsidRDefault="008424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696C25">
        <w:rPr>
          <w:rFonts w:ascii="Corbel" w:hAnsi="Corbel"/>
          <w:sz w:val="24"/>
          <w:szCs w:val="24"/>
        </w:rPr>
        <w:t>ECTS</w:t>
      </w:r>
      <w:proofErr w:type="spellEnd"/>
      <w:r w:rsidRPr="00696C25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Wykł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Konw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Sem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Prakt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696C2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C5E5A85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03D59" w:rsidR="00015B8F" w:rsidRPr="00696C25" w:rsidRDefault="000E49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732856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SWOT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/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TOWS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jako narzędzie analizy otoczenia organizacji i jej wnętrza oraz budowy opcji strategicznych podmiotu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</w:t>
      </w:r>
      <w:proofErr w:type="spellStart"/>
      <w:r w:rsidR="00033643" w:rsidRPr="00696C2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033643" w:rsidRPr="00696C25">
        <w:rPr>
          <w:rFonts w:ascii="Corbel" w:hAnsi="Corbel"/>
          <w:b w:val="0"/>
          <w:smallCaps w:val="0"/>
          <w:szCs w:val="24"/>
        </w:rPr>
        <w:t>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96C2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696C25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2450FD1C" w:rsidR="00033643" w:rsidRPr="00696C25" w:rsidRDefault="000E4904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4872A2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4872A21">
              <w:rPr>
                <w:rFonts w:ascii="Corbel" w:hAnsi="Corbel"/>
                <w:sz w:val="24"/>
                <w:szCs w:val="24"/>
              </w:rPr>
              <w:t xml:space="preserve">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949870F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  <w:r w:rsidR="000E490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96C2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96C2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696C2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Platonoff</w:t>
            </w:r>
            <w:proofErr w:type="spellEnd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Szmaj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Zarządzanie strategiczne, wyd.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PWSZ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Krawiec F., zarządzanie strategią firmy, </w:t>
            </w:r>
            <w:proofErr w:type="spellStart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</w:t>
            </w:r>
            <w:proofErr w:type="spellEnd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Pierścionek Z., Zarządzanie strategiczne w praktyce polskich przedsiębiorstw, wyd. </w:t>
            </w:r>
            <w:proofErr w:type="spellStart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SGH</w:t>
            </w:r>
            <w:proofErr w:type="spellEnd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06198" w14:textId="77777777" w:rsidR="001F5868" w:rsidRDefault="001F5868" w:rsidP="00C16ABF">
      <w:pPr>
        <w:spacing w:after="0" w:line="240" w:lineRule="auto"/>
      </w:pPr>
      <w:r>
        <w:separator/>
      </w:r>
    </w:p>
  </w:endnote>
  <w:endnote w:type="continuationSeparator" w:id="0">
    <w:p w14:paraId="6F5C5077" w14:textId="77777777" w:rsidR="001F5868" w:rsidRDefault="001F58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4DE0B" w14:textId="77777777" w:rsidR="001F5868" w:rsidRDefault="001F5868" w:rsidP="00C16ABF">
      <w:pPr>
        <w:spacing w:after="0" w:line="240" w:lineRule="auto"/>
      </w:pPr>
      <w:r>
        <w:separator/>
      </w:r>
    </w:p>
  </w:footnote>
  <w:footnote w:type="continuationSeparator" w:id="0">
    <w:p w14:paraId="73C204A2" w14:textId="77777777" w:rsidR="001F5868" w:rsidRDefault="001F586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90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323"/>
    <w:rsid w:val="001D657B"/>
    <w:rsid w:val="001D7B54"/>
    <w:rsid w:val="001E0209"/>
    <w:rsid w:val="001F2CA2"/>
    <w:rsid w:val="001F5868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711"/>
    <w:rsid w:val="002A22BF"/>
    <w:rsid w:val="002A2389"/>
    <w:rsid w:val="002A671D"/>
    <w:rsid w:val="002B4D55"/>
    <w:rsid w:val="002B5EA0"/>
    <w:rsid w:val="002B6119"/>
    <w:rsid w:val="002C1F06"/>
    <w:rsid w:val="002D3375"/>
    <w:rsid w:val="002D6DE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56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24B6"/>
    <w:rsid w:val="008449B3"/>
    <w:rsid w:val="008552A2"/>
    <w:rsid w:val="0085747A"/>
    <w:rsid w:val="00884922"/>
    <w:rsid w:val="00885F64"/>
    <w:rsid w:val="008917F9"/>
    <w:rsid w:val="008962A4"/>
    <w:rsid w:val="008A2933"/>
    <w:rsid w:val="008A45F7"/>
    <w:rsid w:val="008B2963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29A"/>
    <w:rsid w:val="00B90885"/>
    <w:rsid w:val="00BB520A"/>
    <w:rsid w:val="00BB599E"/>
    <w:rsid w:val="00BB67B4"/>
    <w:rsid w:val="00BC797F"/>
    <w:rsid w:val="00BD079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197C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835B39-2DE5-41A8-A4A5-CE763433E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911</Words>
  <Characters>5472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2020-12-15T14:41:00Z</dcterms:created>
  <dcterms:modified xsi:type="dcterms:W3CDTF">2022-02-11T10:42:00Z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